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8" w:after="0" w:line="282" w:lineRule="auto"/>
        <w:ind w:left="68" w:right="-20" w:firstLine="426"/>
        <w:jc w:val="right"/>
        <w:rPr>
          <w:rFonts w:ascii="Arial" w:hAnsi="Arial" w:cs="Arial" w:eastAsia="Arial"/>
          <w:sz w:val="25"/>
          <w:szCs w:val="25"/>
        </w:rPr>
      </w:pPr>
      <w:rPr/>
      <w:r>
        <w:rPr/>
        <w:pict>
          <v:group style="position:absolute;margin-left:110.164398pt;margin-top:-2.865909pt;width:381.266pt;height:78.3523pt;mso-position-horizontal-relative:page;mso-position-vertical-relative:paragraph;z-index:-55" coordorigin="2203,-57" coordsize="7625,1567">
            <v:group style="position:absolute;left:2329;top:69;width:7373;height:301" coordorigin="2329,69" coordsize="7373,301">
              <v:shape style="position:absolute;left:2329;top:69;width:7373;height:301" coordorigin="2329,69" coordsize="7373,301" path="m2386,69l2353,70,2336,76,2330,92,2329,125,2329,313,2330,345,2336,362,2353,368,2386,369,9646,369,9679,368,9695,362,9702,346,9703,313,9703,125,9679,70,2386,69e" filled="t" fillcolor="#FFFFFF" stroked="f">
                <v:path arrowok="t"/>
                <v:fill/>
              </v:shape>
            </v:group>
            <v:group style="position:absolute;left:2329;top:407;width:7373;height:301" coordorigin="2329,407" coordsize="7373,301">
              <v:shape style="position:absolute;left:2329;top:407;width:7373;height:301" coordorigin="2329,407" coordsize="7373,301" path="m2386,407l2353,408,2336,414,2330,431,2329,463,2329,651,2330,683,2336,700,2353,707,2386,707,9646,707,9679,707,9695,700,9702,684,9703,651,9703,463,9679,408,2386,407e" filled="t" fillcolor="#FFFFFF" stroked="f">
                <v:path arrowok="t"/>
                <v:fill/>
              </v:shape>
            </v:group>
            <v:group style="position:absolute;left:2329;top:745;width:7373;height:301" coordorigin="2329,745" coordsize="7373,301">
              <v:shape style="position:absolute;left:2329;top:745;width:7373;height:301" coordorigin="2329,745" coordsize="7373,301" path="m2386,745l2353,746,2336,752,2330,769,2329,801,2329,989,2330,1022,2336,1038,2353,1045,2386,1046,9646,1046,9679,1045,9695,1039,9702,1022,9703,989,9703,801,9679,746,2386,745e" filled="t" fillcolor="#FFFFFF" stroked="f">
                <v:path arrowok="t"/>
                <v:fill/>
              </v:shape>
            </v:group>
            <v:group style="position:absolute;left:2329;top:1083;width:7373;height:301" coordorigin="2329,1083" coordsize="7373,301">
              <v:shape style="position:absolute;left:2329;top:1083;width:7373;height:301" coordorigin="2329,1083" coordsize="7373,301" path="m2386,1083l2353,1084,2336,1090,2330,1107,2329,1139,2329,1327,2330,1360,2336,1377,2353,1383,2386,1384,9646,1384,9679,1383,9695,1377,9702,1360,9703,1327,9703,1139,9679,1084,2386,1083e" filled="t" fillcolor="#FFFFFF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An: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Cc: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Bcc: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Betre</w:t>
      </w:r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</w:rPr>
        <w:t>f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f: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78" w:after="0" w:line="240" w:lineRule="auto"/>
        <w:ind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/>
        <w:br w:type="column"/>
      </w:r>
      <w:hyperlink r:id="rId5"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C.Merklin@Kruse-Meier-Maschinentechnik.com</w:t>
        </w:r>
        <w:r>
          <w:rPr>
            <w:rFonts w:ascii="Arial" w:hAnsi="Arial" w:cs="Arial" w:eastAsia="Arial"/>
            <w:sz w:val="25"/>
            <w:szCs w:val="25"/>
            <w:color w:val="000000"/>
            <w:spacing w:val="0"/>
            <w:w w:val="100"/>
          </w:rPr>
        </w:r>
      </w:hyperlink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7" w:lineRule="exact"/>
        <w:ind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Meine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Initiativbewerbung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als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Diplom-Ingenieur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940" w:bottom="280" w:left="1320" w:right="1680"/>
          <w:cols w:num="2" w:equalWidth="0">
            <w:col w:w="911" w:space="198"/>
            <w:col w:w="7811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0pt;margin-top:.000015pt;width:595.275pt;height:841.89pt;mso-position-horizontal-relative:page;mso-position-vertical-relative:page;z-index:-56" coordorigin="0,0" coordsize="11906,16838">
            <v:shape style="position:absolute;left:0;top:0;width:11906;height:16838" coordorigin="0,0" coordsize="11906,16838" path="m0,16838l11906,16838,11906,0,0,0,0,16838e" filled="t" fillcolor="#DCDDDE" stroked="f">
              <v:path arrowok="t"/>
              <v:fill/>
            </v:shape>
          </v:group>
          <w10:wrap type="none"/>
        </w:pict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43" w:after="0" w:line="240" w:lineRule="auto"/>
        <w:ind w:left="102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Sehr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geehrter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Herr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Merklin,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102" w:right="878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knapp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zwei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Monate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ist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he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dass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meine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Initiativbewerbung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geschickt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habe.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Laut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Ihrem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Zwischenbescheid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vom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30.09.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fanden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meine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Qualifikationen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interessant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wollten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Bewerbung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innerhalb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Firma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herumreichen,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festzustellen,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ob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der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Abteilungen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Bedarf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besteht.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102" w:right="836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Leider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habe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seitdem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nichts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mehr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von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gehört.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Deshalb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möchte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nach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dem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aktuellen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Stand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erkundigen,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denn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würde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gern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240" w:lineRule="auto"/>
        <w:ind w:left="102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als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Diplom-Ingenieur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(Maschinenbau)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Ihrer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Firma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anfangen.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102" w:right="117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Ist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meine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Bewerbung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noch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hausinternen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Umlauf?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Bitte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geben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Bescheid,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falls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zur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Prüfung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noch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weitere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Zeit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benötigen.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102" w:right="2712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freue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mich,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bald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von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zu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hören,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verbleibe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herzlichem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Gruß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2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Jürgen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Breitner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58" w:after="0" w:line="240" w:lineRule="auto"/>
        <w:ind w:left="102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Haselweg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12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58" w:after="0" w:line="291" w:lineRule="auto"/>
        <w:ind w:left="102" w:right="5755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73529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Schwäbisch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Gmünd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28"/>
          <w:w w:val="100"/>
        </w:rPr>
        <w:t>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el.: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07171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76543</w:t>
      </w:r>
      <w:hyperlink r:id="rId6"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 </w:t>
        </w:r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breitner@netweb.com</w:t>
        </w:r>
        <w:r>
          <w:rPr>
            <w:rFonts w:ascii="Arial" w:hAnsi="Arial" w:cs="Arial" w:eastAsia="Arial"/>
            <w:sz w:val="25"/>
            <w:szCs w:val="25"/>
            <w:color w:val="000000"/>
            <w:spacing w:val="0"/>
            <w:w w:val="100"/>
          </w:rPr>
        </w:r>
      </w:hyperlink>
    </w:p>
    <w:sectPr>
      <w:type w:val="continuous"/>
      <w:pgSz w:w="11920" w:h="16840"/>
      <w:pgMar w:top="940" w:bottom="280" w:left="132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C.Merklin@Kruse-Meier-Maschinentechnik.com" TargetMode="External"/><Relationship Id="rId6" Type="http://schemas.openxmlformats.org/officeDocument/2006/relationships/hyperlink" Target="mailto:breitner@netweb.com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2016-02-17T10:52:02Z</dcterms:created>
  <dcterms:modified xsi:type="dcterms:W3CDTF">2016-02-17T10:52:02Z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2016-02-16T00:00:00Z</vt:filetime>
  </property>
  <property fmtid="{D5CDD505-2E9C-101B-9397-08002B2CF9AE}" pid="3" name="LastSaved">
    <vt:filetime>2016-02-17T00:00:00Z</vt:filetime>
  </property>
</Properties>
</file>